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691357" w:rsidRDefault="00691357" w:rsidP="00691357">
      <w:pPr>
        <w:pStyle w:val="ConsPlusNormal"/>
        <w:jc w:val="center"/>
      </w:pPr>
      <w:r>
        <w:t>ИНФОРМАЦИЯ</w:t>
      </w:r>
    </w:p>
    <w:p w:rsidR="00691357" w:rsidRDefault="00691357" w:rsidP="00691357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BC5CCA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BC5CCA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BC5CCA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BC5CCA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945F95" w:rsidP="00BC5CC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691357" w:rsidP="00691357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8A4DC3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городе Рубцовске», </w:t>
            </w:r>
            <w:r w:rsidR="00D00FFE" w:rsidRPr="00D00FFE">
              <w:rPr>
                <w:sz w:val="20"/>
                <w:szCs w:val="20"/>
                <w:lang w:eastAsia="en-US"/>
              </w:rPr>
              <w:t>Подпрограмма 2. «Развитие системы подготовки спортивного резерва и спорта высших достижений в городе Рубцовске»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691357" w:rsidRDefault="005730F5" w:rsidP="008A4DC3">
            <w:pPr>
              <w:pStyle w:val="ConsPlusNormal"/>
              <w:rPr>
                <w:sz w:val="16"/>
                <w:szCs w:val="16"/>
              </w:rPr>
            </w:pPr>
            <w:r w:rsidRPr="00691357">
              <w:rPr>
                <w:sz w:val="16"/>
                <w:szCs w:val="16"/>
              </w:rPr>
              <w:t>057</w:t>
            </w:r>
            <w:r w:rsidR="00691357">
              <w:rPr>
                <w:sz w:val="16"/>
                <w:szCs w:val="16"/>
              </w:rPr>
              <w:t xml:space="preserve"> </w:t>
            </w:r>
            <w:r w:rsidRPr="00691357">
              <w:rPr>
                <w:sz w:val="16"/>
                <w:szCs w:val="16"/>
              </w:rPr>
              <w:t>1103</w:t>
            </w:r>
            <w:r w:rsidR="00691357">
              <w:rPr>
                <w:sz w:val="16"/>
                <w:szCs w:val="16"/>
              </w:rPr>
              <w:t xml:space="preserve"> </w:t>
            </w:r>
            <w:r w:rsidRPr="00691357">
              <w:rPr>
                <w:sz w:val="16"/>
                <w:szCs w:val="16"/>
              </w:rPr>
              <w:t>25</w:t>
            </w:r>
            <w:r w:rsidR="00691357">
              <w:rPr>
                <w:sz w:val="16"/>
                <w:szCs w:val="16"/>
              </w:rPr>
              <w:t xml:space="preserve"> </w:t>
            </w:r>
            <w:r w:rsidRPr="00691357">
              <w:rPr>
                <w:sz w:val="16"/>
                <w:szCs w:val="16"/>
              </w:rPr>
              <w:t>2</w:t>
            </w:r>
            <w:r w:rsidR="00691357">
              <w:rPr>
                <w:sz w:val="16"/>
                <w:szCs w:val="16"/>
              </w:rPr>
              <w:t xml:space="preserve"> </w:t>
            </w:r>
            <w:r w:rsidRPr="00691357">
              <w:rPr>
                <w:sz w:val="16"/>
                <w:szCs w:val="16"/>
              </w:rPr>
              <w:t>00</w:t>
            </w:r>
            <w:r w:rsidR="00691357">
              <w:rPr>
                <w:sz w:val="16"/>
                <w:szCs w:val="16"/>
              </w:rPr>
              <w:t xml:space="preserve"> </w:t>
            </w:r>
            <w:r w:rsidRPr="00691357">
              <w:rPr>
                <w:sz w:val="16"/>
                <w:szCs w:val="16"/>
              </w:rPr>
              <w:t>Р6099</w:t>
            </w:r>
            <w:r w:rsidR="00691357">
              <w:rPr>
                <w:sz w:val="16"/>
                <w:szCs w:val="16"/>
              </w:rPr>
              <w:t xml:space="preserve"> </w:t>
            </w:r>
            <w:r w:rsidRPr="00691357">
              <w:rPr>
                <w:sz w:val="16"/>
                <w:szCs w:val="16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Pr="005730F5" w:rsidRDefault="00E62846" w:rsidP="005730F5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Проведение спортивно-массовых мероприятий</w:t>
            </w:r>
          </w:p>
          <w:p w:rsidR="00E62846" w:rsidRDefault="00E62846" w:rsidP="005730F5">
            <w:pPr>
              <w:pStyle w:val="ConsPlusNormal"/>
              <w:ind w:left="36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691357" w:rsidRDefault="00691357" w:rsidP="00691357">
            <w:pPr>
              <w:pStyle w:val="ConsPlusNormal"/>
              <w:rPr>
                <w:sz w:val="16"/>
                <w:szCs w:val="16"/>
              </w:rPr>
            </w:pPr>
            <w:r w:rsidRPr="00691357">
              <w:rPr>
                <w:sz w:val="16"/>
                <w:szCs w:val="16"/>
              </w:rPr>
              <w:t>25 2 00 Р6099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BC5CC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BC5CC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5577C5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462" w:type="dxa"/>
          </w:tcPr>
          <w:p w:rsidR="00E73603" w:rsidRPr="00631B09" w:rsidRDefault="005577C5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BC5CC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BC5CCA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3736F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938"/>
        <w:gridCol w:w="938"/>
        <w:gridCol w:w="938"/>
        <w:gridCol w:w="853"/>
        <w:gridCol w:w="452"/>
        <w:gridCol w:w="732"/>
        <w:gridCol w:w="789"/>
        <w:gridCol w:w="732"/>
        <w:gridCol w:w="789"/>
        <w:gridCol w:w="789"/>
        <w:gridCol w:w="822"/>
        <w:gridCol w:w="666"/>
        <w:gridCol w:w="1379"/>
        <w:gridCol w:w="971"/>
        <w:gridCol w:w="1119"/>
        <w:gridCol w:w="816"/>
        <w:gridCol w:w="816"/>
      </w:tblGrid>
      <w:tr w:rsidR="004C22C2" w:rsidRPr="007F09D2" w:rsidTr="005730F5">
        <w:tc>
          <w:tcPr>
            <w:tcW w:w="72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30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5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3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2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6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7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7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1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730F5"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5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2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6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7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7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1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5730F5" w:rsidRPr="007F09D2" w:rsidTr="005730F5">
        <w:tc>
          <w:tcPr>
            <w:tcW w:w="1663" w:type="dxa"/>
            <w:gridSpan w:val="2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38" w:type="dxa"/>
            <w:vAlign w:val="center"/>
          </w:tcPr>
          <w:p w:rsidR="005730F5" w:rsidRPr="007F09D2" w:rsidRDefault="005730F5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5730F5" w:rsidRPr="007F09D2" w:rsidRDefault="005577C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  <w:vAlign w:val="center"/>
          </w:tcPr>
          <w:p w:rsidR="005730F5" w:rsidRPr="007F09D2" w:rsidRDefault="005577C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2" w:type="dxa"/>
            <w:vAlign w:val="center"/>
          </w:tcPr>
          <w:p w:rsidR="005730F5" w:rsidRPr="007F09D2" w:rsidRDefault="00BC5CCA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89" w:type="dxa"/>
            <w:vAlign w:val="center"/>
          </w:tcPr>
          <w:p w:rsidR="005730F5" w:rsidRPr="007F09D2" w:rsidRDefault="00BC5CCA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89" w:type="dxa"/>
            <w:vAlign w:val="center"/>
          </w:tcPr>
          <w:p w:rsidR="005730F5" w:rsidRPr="007F09D2" w:rsidRDefault="00BC5CCA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2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79" w:type="dxa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71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2650000,00</w:t>
            </w:r>
          </w:p>
        </w:tc>
        <w:tc>
          <w:tcPr>
            <w:tcW w:w="1119" w:type="dxa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5730F5" w:rsidRPr="007F09D2" w:rsidRDefault="00BC5CCA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2175075</w:t>
            </w:r>
            <w:r w:rsidR="005730F5">
              <w:rPr>
                <w:sz w:val="20"/>
                <w:szCs w:val="20"/>
              </w:rPr>
              <w:t>,20</w:t>
            </w:r>
          </w:p>
        </w:tc>
        <w:tc>
          <w:tcPr>
            <w:tcW w:w="816" w:type="dxa"/>
            <w:vAlign w:val="center"/>
          </w:tcPr>
          <w:p w:rsidR="005730F5" w:rsidRPr="007F09D2" w:rsidRDefault="00BC5CCA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2175075</w:t>
            </w:r>
            <w:r w:rsidR="005730F5">
              <w:rPr>
                <w:sz w:val="20"/>
                <w:szCs w:val="20"/>
              </w:rPr>
              <w:t>,20</w:t>
            </w:r>
          </w:p>
        </w:tc>
      </w:tr>
      <w:tr w:rsidR="00BC5CCA" w:rsidRPr="007F09D2" w:rsidTr="00F31A1B">
        <w:tc>
          <w:tcPr>
            <w:tcW w:w="725" w:type="dxa"/>
            <w:vMerge w:val="restart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</w:t>
            </w:r>
            <w:proofErr w:type="spellStart"/>
            <w:r>
              <w:rPr>
                <w:sz w:val="20"/>
                <w:szCs w:val="20"/>
              </w:rPr>
              <w:t>СШ</w:t>
            </w:r>
            <w:proofErr w:type="spellEnd"/>
            <w:r>
              <w:rPr>
                <w:sz w:val="20"/>
                <w:szCs w:val="20"/>
              </w:rPr>
              <w:t xml:space="preserve"> «Спарта»</w:t>
            </w:r>
          </w:p>
        </w:tc>
        <w:tc>
          <w:tcPr>
            <w:tcW w:w="938" w:type="dxa"/>
            <w:vAlign w:val="center"/>
          </w:tcPr>
          <w:p w:rsidR="00BC5CCA" w:rsidRPr="007F09D2" w:rsidRDefault="00BC5CCA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спортивно-массовых меропри</w:t>
            </w:r>
            <w:r>
              <w:rPr>
                <w:sz w:val="20"/>
                <w:szCs w:val="20"/>
              </w:rPr>
              <w:lastRenderedPageBreak/>
              <w:t>ятий</w:t>
            </w:r>
          </w:p>
        </w:tc>
        <w:tc>
          <w:tcPr>
            <w:tcW w:w="938" w:type="dxa"/>
            <w:vAlign w:val="center"/>
          </w:tcPr>
          <w:p w:rsidR="00BC5CCA" w:rsidRPr="007F09D2" w:rsidRDefault="00BC5CCA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38" w:type="dxa"/>
            <w:vAlign w:val="center"/>
          </w:tcPr>
          <w:p w:rsidR="00BC5CCA" w:rsidRPr="007F09D2" w:rsidRDefault="00BC5CCA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BC5CCA" w:rsidRPr="007F09D2" w:rsidRDefault="00BC5CCA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BC5CCA" w:rsidRPr="007F09D2" w:rsidRDefault="00BC5CCA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2109495,20</w:t>
            </w:r>
          </w:p>
        </w:tc>
        <w:tc>
          <w:tcPr>
            <w:tcW w:w="1119" w:type="dxa"/>
            <w:vAlign w:val="center"/>
          </w:tcPr>
          <w:p w:rsidR="00BC5CCA" w:rsidRPr="007F09D2" w:rsidRDefault="00BC5CCA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BC5CCA" w:rsidRPr="007F09D2" w:rsidRDefault="00BC5CCA" w:rsidP="0015047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2175075,20</w:t>
            </w:r>
          </w:p>
        </w:tc>
        <w:tc>
          <w:tcPr>
            <w:tcW w:w="816" w:type="dxa"/>
            <w:vAlign w:val="center"/>
          </w:tcPr>
          <w:p w:rsidR="00BC5CCA" w:rsidRPr="007F09D2" w:rsidRDefault="00BC5CCA" w:rsidP="0015047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2175075,20</w:t>
            </w:r>
          </w:p>
        </w:tc>
      </w:tr>
      <w:tr w:rsidR="00662936" w:rsidRPr="007F09D2" w:rsidTr="00F31A1B">
        <w:tc>
          <w:tcPr>
            <w:tcW w:w="0" w:type="auto"/>
            <w:vMerge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7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71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C22C2" w:rsidRPr="007F09D2" w:rsidTr="005730F5">
        <w:tc>
          <w:tcPr>
            <w:tcW w:w="725" w:type="dxa"/>
            <w:vMerge w:val="restart"/>
            <w:vAlign w:val="center"/>
          </w:tcPr>
          <w:p w:rsidR="004C22C2" w:rsidRPr="007F09D2" w:rsidRDefault="005730F5" w:rsidP="00662936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</w:t>
            </w:r>
            <w:proofErr w:type="spellStart"/>
            <w:r>
              <w:rPr>
                <w:sz w:val="20"/>
                <w:szCs w:val="20"/>
              </w:rPr>
              <w:t>СШ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="00662936">
              <w:rPr>
                <w:sz w:val="20"/>
                <w:szCs w:val="20"/>
              </w:rPr>
              <w:t>Рубцовск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38" w:type="dxa"/>
            <w:vAlign w:val="center"/>
          </w:tcPr>
          <w:p w:rsidR="004C22C2" w:rsidRPr="007F09D2" w:rsidRDefault="004C22C2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спортивно-массовых мероприятий</w:t>
            </w:r>
          </w:p>
        </w:tc>
        <w:tc>
          <w:tcPr>
            <w:tcW w:w="938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9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4C22C2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4C22C2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4C22C2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540504,80</w:t>
            </w:r>
          </w:p>
        </w:tc>
        <w:tc>
          <w:tcPr>
            <w:tcW w:w="1119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4C22C2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65580,00</w:t>
            </w:r>
          </w:p>
        </w:tc>
        <w:tc>
          <w:tcPr>
            <w:tcW w:w="816" w:type="dxa"/>
            <w:vAlign w:val="center"/>
          </w:tcPr>
          <w:p w:rsidR="004C22C2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65580,00</w:t>
            </w:r>
          </w:p>
        </w:tc>
      </w:tr>
      <w:tr w:rsidR="00662936" w:rsidRPr="007F09D2" w:rsidTr="005730F5">
        <w:tc>
          <w:tcPr>
            <w:tcW w:w="0" w:type="auto"/>
            <w:vMerge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662936" w:rsidRPr="007F09D2" w:rsidRDefault="00662936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на покупку товаров, работ, услуг</w:t>
            </w:r>
          </w:p>
        </w:tc>
        <w:tc>
          <w:tcPr>
            <w:tcW w:w="853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662936" w:rsidRPr="007F09D2" w:rsidRDefault="00BC5CCA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A15" w:rsidRDefault="006B0A15">
      <w:r>
        <w:separator/>
      </w:r>
    </w:p>
  </w:endnote>
  <w:endnote w:type="continuationSeparator" w:id="0">
    <w:p w:rsidR="006B0A15" w:rsidRDefault="006B0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E27019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A15" w:rsidRDefault="006B0A15">
      <w:r>
        <w:separator/>
      </w:r>
    </w:p>
  </w:footnote>
  <w:footnote w:type="continuationSeparator" w:id="0">
    <w:p w:rsidR="006B0A15" w:rsidRDefault="006B0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E27019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E27019">
    <w:pPr>
      <w:pStyle w:val="a5"/>
      <w:jc w:val="right"/>
    </w:pPr>
    <w:fldSimple w:instr=" PAGE   \* MERGEFORMAT ">
      <w:r w:rsidR="00945F95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4728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6988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A39FC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D6491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137"/>
    <w:rsid w:val="0053769C"/>
    <w:rsid w:val="005376E0"/>
    <w:rsid w:val="005446D7"/>
    <w:rsid w:val="00547DDD"/>
    <w:rsid w:val="00551289"/>
    <w:rsid w:val="00557155"/>
    <w:rsid w:val="005577C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2936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1357"/>
    <w:rsid w:val="006949D1"/>
    <w:rsid w:val="00695BD7"/>
    <w:rsid w:val="00696141"/>
    <w:rsid w:val="0069663A"/>
    <w:rsid w:val="006A2E6B"/>
    <w:rsid w:val="006A4D94"/>
    <w:rsid w:val="006A6A34"/>
    <w:rsid w:val="006B0A15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26E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45F95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07D4E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6F76"/>
    <w:rsid w:val="00B97EE6"/>
    <w:rsid w:val="00BA083F"/>
    <w:rsid w:val="00BA0CB1"/>
    <w:rsid w:val="00BB1888"/>
    <w:rsid w:val="00BB47E5"/>
    <w:rsid w:val="00BC132C"/>
    <w:rsid w:val="00BC1402"/>
    <w:rsid w:val="00BC3D72"/>
    <w:rsid w:val="00BC5CCA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4D2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0FFE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27019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13BAB-7C0E-4018-9554-170E0A11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35</TotalTime>
  <Pages>6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5549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7</cp:revision>
  <cp:lastPrinted>2025-02-07T06:18:00Z</cp:lastPrinted>
  <dcterms:created xsi:type="dcterms:W3CDTF">2025-04-18T04:37:00Z</dcterms:created>
  <dcterms:modified xsi:type="dcterms:W3CDTF">2025-11-06T07:40:00Z</dcterms:modified>
</cp:coreProperties>
</file>